
<file path=[Content_Types].xml><?xml version="1.0" encoding="utf-8"?>
<Types xmlns="http://schemas.openxmlformats.org/package/2006/content-types">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3CD" w:rsidRDefault="00E853CD" w:rsidP="00DB1ABA">
      <w:pPr>
        <w:pStyle w:val="Title"/>
        <w:jc w:val="center"/>
      </w:pPr>
      <w:r>
        <w:t>Handheld Technology</w:t>
      </w:r>
    </w:p>
    <w:p w:rsidR="00E853CD" w:rsidRPr="0017447A" w:rsidRDefault="00E853CD" w:rsidP="0017447A">
      <w:pPr>
        <w:pStyle w:val="Title"/>
        <w:jc w:val="center"/>
        <w:rPr>
          <w:rFonts w:cs="Times New Roman"/>
          <w:sz w:val="28"/>
          <w:szCs w:val="28"/>
        </w:rPr>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http://pdadb.net/img/apple_iphone_1.jpg" style="position:absolute;left:0;text-align:left;margin-left:-40.8pt;margin-top:29.8pt;width:232.5pt;height:357pt;z-index:251658240;visibility:visible">
            <v:imagedata r:id="rId4" o:title=""/>
            <w10:wrap type="square"/>
          </v:shape>
        </w:pict>
      </w:r>
      <w:r>
        <w:rPr>
          <w:sz w:val="28"/>
          <w:szCs w:val="28"/>
        </w:rPr>
        <w:t>The advancements of today for the generation of tomorrow – M</w:t>
      </w:r>
      <w:bookmarkStart w:id="0" w:name="_GoBack"/>
      <w:bookmarkEnd w:id="0"/>
      <w:r>
        <w:rPr>
          <w:sz w:val="28"/>
          <w:szCs w:val="28"/>
        </w:rPr>
        <w:t>(309)</w:t>
      </w:r>
    </w:p>
    <w:p w:rsidR="00E853CD" w:rsidRPr="008F30E5" w:rsidRDefault="00E853CD" w:rsidP="00DB1ABA">
      <w:pPr>
        <w:spacing w:line="288" w:lineRule="auto"/>
      </w:pPr>
      <w:r w:rsidRPr="008F30E5">
        <w:t>“Check out my new BlackBerry!”</w:t>
      </w:r>
    </w:p>
    <w:p w:rsidR="00E853CD" w:rsidRPr="008F30E5" w:rsidRDefault="00E853CD" w:rsidP="00DB1ABA">
      <w:pPr>
        <w:spacing w:line="288" w:lineRule="auto"/>
      </w:pPr>
      <w:r w:rsidRPr="008F30E5">
        <w:t>“I’m getting an iPod Touch!”</w:t>
      </w:r>
    </w:p>
    <w:p w:rsidR="00E853CD" w:rsidRPr="008F30E5" w:rsidRDefault="00E853CD" w:rsidP="00DB1ABA">
      <w:pPr>
        <w:spacing w:line="288" w:lineRule="auto"/>
      </w:pPr>
      <w:r w:rsidRPr="008F30E5">
        <w:t>“I have an Android”</w:t>
      </w:r>
    </w:p>
    <w:p w:rsidR="00E853CD" w:rsidRPr="008F30E5" w:rsidRDefault="00E853CD" w:rsidP="00086AC4">
      <w:pPr>
        <w:spacing w:line="288" w:lineRule="auto"/>
        <w:ind w:left="2880"/>
      </w:pPr>
      <w:r w:rsidRPr="008F30E5">
        <w:t xml:space="preserve">These phrases are becoming more and more common with each passing day. Whether it’s for bragging rights or just to have one of life’s luxuries, students are living in an era of immense technological advancement in the handheld industry. From iPhones to PDAs and more, most people who can afford to get </w:t>
      </w:r>
      <w:commentRangeStart w:id="1"/>
      <w:r w:rsidRPr="008F30E5">
        <w:t xml:space="preserve">it will surely have it </w:t>
      </w:r>
      <w:commentRangeEnd w:id="1"/>
      <w:r>
        <w:rPr>
          <w:rStyle w:val="CommentReference"/>
          <w:vanish/>
        </w:rPr>
        <w:commentReference w:id="1"/>
      </w:r>
      <w:r w:rsidRPr="008F30E5">
        <w:t>now or in the near future. Needless to say, handheld technology is among the biggest trends in students these days.</w:t>
      </w:r>
    </w:p>
    <w:p w:rsidR="00E853CD" w:rsidRPr="008F30E5" w:rsidRDefault="00E853CD" w:rsidP="008F30E5">
      <w:pPr>
        <w:spacing w:line="288" w:lineRule="auto"/>
        <w:ind w:left="5040"/>
      </w:pPr>
      <w:r>
        <w:rPr>
          <w:noProof/>
          <w:lang w:eastAsia="zh-CN"/>
        </w:rPr>
        <w:pict>
          <v:shapetype id="_x0000_t202" coordsize="21600,21600" o:spt="202" path="m,l,21600r21600,l21600,xe">
            <v:stroke joinstyle="miter"/>
            <v:path gradientshapeok="t" o:connecttype="rect"/>
          </v:shapetype>
          <v:shape id="Text Box 2" o:spid="_x0000_s1027" type="#_x0000_t202" style="position:absolute;left:0;text-align:left;margin-left:-241.5pt;margin-top:113.35pt;width:232.5pt;height:138pt;z-index:-251657216;visibility:visible">
            <v:textbox>
              <w:txbxContent>
                <w:p w:rsidR="00E853CD" w:rsidRPr="00086AC4" w:rsidRDefault="00E853CD" w:rsidP="00086AC4">
                  <w:pPr>
                    <w:rPr>
                      <w:rFonts w:ascii="Arial" w:hAnsi="Arial" w:cs="Arial"/>
                      <w:sz w:val="18"/>
                      <w:szCs w:val="18"/>
                    </w:rPr>
                  </w:pPr>
                  <w:r w:rsidRPr="00086AC4">
                    <w:rPr>
                      <w:rFonts w:ascii="Arial" w:hAnsi="Arial" w:cs="Arial"/>
                      <w:sz w:val="18"/>
                      <w:szCs w:val="18"/>
                    </w:rPr>
                    <w:t>This is a typical iPhone 3G from a very well-known handheld technology and laptop company called Apple.</w:t>
                  </w:r>
                </w:p>
                <w:p w:rsidR="00E853CD" w:rsidRPr="00086AC4" w:rsidRDefault="00E853CD" w:rsidP="00086AC4">
                  <w:pPr>
                    <w:rPr>
                      <w:rFonts w:ascii="Arial" w:hAnsi="Arial" w:cs="Arial"/>
                      <w:sz w:val="18"/>
                      <w:szCs w:val="18"/>
                    </w:rPr>
                  </w:pPr>
                  <w:r w:rsidRPr="00086AC4">
                    <w:rPr>
                      <w:rFonts w:ascii="Arial" w:hAnsi="Arial" w:cs="Arial"/>
                      <w:sz w:val="18"/>
                      <w:szCs w:val="18"/>
                    </w:rPr>
                    <w:t>The iPhone is probably one of the most common cellphone these days. They can play music, take pictures, surf the web, watch videos/movies, and play games. This little phone is basically a tiny computer! Although many other phones can perform the same tasks nowadays, the iPhone is still a big competitor in the market.</w:t>
                  </w:r>
                </w:p>
              </w:txbxContent>
            </v:textbox>
          </v:shape>
        </w:pict>
      </w:r>
      <w:r w:rsidRPr="008F30E5">
        <w:t xml:space="preserve">Walking around school, you probably see people with earphones </w:t>
      </w:r>
      <w:r w:rsidRPr="0053233D">
        <w:rPr>
          <w:highlight w:val="yellow"/>
        </w:rPr>
        <w:t>popping</w:t>
      </w:r>
      <w:r>
        <w:t>(Interesting word choice..)</w:t>
      </w:r>
      <w:r w:rsidRPr="008F30E5">
        <w:t xml:space="preserve"> out of their pockets and connected to their ear. You may also see some people sitting at their desk in class and smiling while they look down at their pants.</w:t>
      </w:r>
      <w:r>
        <w:t xml:space="preserve"> (xD)</w:t>
      </w:r>
      <w:r w:rsidRPr="008F30E5">
        <w:t xml:space="preserve"> </w:t>
      </w:r>
      <w:r w:rsidRPr="0053233D">
        <w:rPr>
          <w:highlight w:val="yellow"/>
        </w:rPr>
        <w:t>Unless they are doing something else,</w:t>
      </w:r>
      <w:r>
        <w:t xml:space="preserve"> (I don’t think there is any need for this part)</w:t>
      </w:r>
      <w:r w:rsidRPr="008F30E5">
        <w:t xml:space="preserve"> I’d say your best bet is that they’re texting. </w:t>
      </w:r>
      <w:r w:rsidRPr="0053233D">
        <w:rPr>
          <w:highlight w:val="yellow"/>
        </w:rPr>
        <w:t>Even at least one of your closest friends will carry one of these devices.</w:t>
      </w:r>
      <w:r w:rsidRPr="008F30E5">
        <w:t xml:space="preserve"> </w:t>
      </w:r>
      <w:r>
        <w:t xml:space="preserve"> (??? No real point to this sentence)</w:t>
      </w:r>
    </w:p>
    <w:p w:rsidR="00E853CD" w:rsidRPr="008F30E5" w:rsidRDefault="00E853CD" w:rsidP="008F30E5">
      <w:pPr>
        <w:spacing w:line="288" w:lineRule="auto"/>
        <w:ind w:left="5040"/>
      </w:pPr>
      <w:r w:rsidRPr="008F30E5">
        <w:t xml:space="preserve">Technology will always be around for the lovers and the haters, the reviewers and the critiques. </w:t>
      </w:r>
      <w:r w:rsidRPr="0053233D">
        <w:rPr>
          <w:highlight w:val="yellow"/>
        </w:rPr>
        <w:t>It has almost eliminated the need for mail and it has yet to conquer phones. Just make sure you don’t get stuck in the crossfire</w:t>
      </w:r>
      <w:r>
        <w:t>,. (Crossfire??) (wait isn’t a cell phone technology?)</w:t>
      </w:r>
    </w:p>
    <w:p w:rsidR="00E853CD" w:rsidRPr="008F30E5" w:rsidRDefault="00E853CD" w:rsidP="008F30E5">
      <w:pPr>
        <w:spacing w:line="288" w:lineRule="auto"/>
        <w:ind w:left="5040"/>
        <w:rPr>
          <w:sz w:val="24"/>
          <w:szCs w:val="24"/>
        </w:rPr>
      </w:pPr>
      <w:r w:rsidRPr="008F30E5">
        <w:t>The trends with these new technological advancements are growing bigger each day. With tomorrow’s technology always topping today’s, are you going to go with the flow or go against this technologic craze?</w:t>
      </w:r>
    </w:p>
    <w:p w:rsidR="00E853CD" w:rsidRPr="00086AC4" w:rsidRDefault="00E853CD" w:rsidP="008F30E5">
      <w:pPr>
        <w:spacing w:line="288" w:lineRule="auto"/>
        <w:rPr>
          <w:rFonts w:ascii="Arial" w:hAnsi="Arial" w:cs="Arial"/>
        </w:rPr>
      </w:pPr>
    </w:p>
    <w:sectPr w:rsidR="00E853CD" w:rsidRPr="00086AC4" w:rsidSect="000837A4">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Frank" w:date="2011-03-21T20:15:00Z" w:initials="F">
    <w:p w:rsidR="00E853CD" w:rsidRDefault="00E853CD">
      <w:pPr>
        <w:pStyle w:val="CommentText"/>
      </w:pPr>
      <w:r>
        <w:rPr>
          <w:rStyle w:val="CommentReference"/>
        </w:rPr>
        <w:annotationRef/>
      </w:r>
      <w:r>
        <w:t>Kinda awkward with all the its, just say something like them.</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1ABA"/>
    <w:rsid w:val="000837A4"/>
    <w:rsid w:val="00086AC4"/>
    <w:rsid w:val="001230BD"/>
    <w:rsid w:val="001407DB"/>
    <w:rsid w:val="0017447A"/>
    <w:rsid w:val="0053233D"/>
    <w:rsid w:val="007373B8"/>
    <w:rsid w:val="008F30E5"/>
    <w:rsid w:val="00AA14C6"/>
    <w:rsid w:val="00B1108D"/>
    <w:rsid w:val="00DB1ABA"/>
    <w:rsid w:val="00E853CD"/>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CA"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7A4"/>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DB1ABA"/>
    <w:pPr>
      <w:pBdr>
        <w:bottom w:val="single" w:sz="8" w:space="4" w:color="4F81BD"/>
      </w:pBdr>
      <w:spacing w:after="300" w:line="240" w:lineRule="auto"/>
      <w:contextualSpacing/>
    </w:pPr>
    <w:rPr>
      <w:rFonts w:ascii="Cambria" w:eastAsia="SimSun" w:hAnsi="Cambria" w:cs="Cambria"/>
      <w:color w:val="17365D"/>
      <w:spacing w:val="5"/>
      <w:kern w:val="28"/>
      <w:sz w:val="52"/>
      <w:szCs w:val="52"/>
    </w:rPr>
  </w:style>
  <w:style w:type="character" w:customStyle="1" w:styleId="TitleChar">
    <w:name w:val="Title Char"/>
    <w:basedOn w:val="DefaultParagraphFont"/>
    <w:link w:val="Title"/>
    <w:uiPriority w:val="99"/>
    <w:rsid w:val="00DB1ABA"/>
    <w:rPr>
      <w:rFonts w:ascii="Cambria" w:eastAsia="SimSun" w:hAnsi="Cambria" w:cs="Cambria"/>
      <w:color w:val="17365D"/>
      <w:spacing w:val="5"/>
      <w:kern w:val="28"/>
      <w:sz w:val="52"/>
      <w:szCs w:val="52"/>
    </w:rPr>
  </w:style>
  <w:style w:type="paragraph" w:styleId="BalloonText">
    <w:name w:val="Balloon Text"/>
    <w:basedOn w:val="Normal"/>
    <w:link w:val="BalloonTextChar"/>
    <w:uiPriority w:val="99"/>
    <w:semiHidden/>
    <w:rsid w:val="00DB1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ABA"/>
    <w:rPr>
      <w:rFonts w:ascii="Tahoma" w:hAnsi="Tahoma" w:cs="Tahoma"/>
      <w:sz w:val="16"/>
      <w:szCs w:val="16"/>
    </w:rPr>
  </w:style>
  <w:style w:type="character" w:styleId="CommentReference">
    <w:name w:val="annotation reference"/>
    <w:basedOn w:val="DefaultParagraphFont"/>
    <w:uiPriority w:val="99"/>
    <w:semiHidden/>
    <w:rsid w:val="0053233D"/>
    <w:rPr>
      <w:sz w:val="16"/>
      <w:szCs w:val="16"/>
    </w:rPr>
  </w:style>
  <w:style w:type="paragraph" w:styleId="CommentText">
    <w:name w:val="annotation text"/>
    <w:basedOn w:val="Normal"/>
    <w:link w:val="CommentTextChar"/>
    <w:uiPriority w:val="99"/>
    <w:semiHidden/>
    <w:rsid w:val="0053233D"/>
    <w:rPr>
      <w:sz w:val="20"/>
      <w:szCs w:val="20"/>
    </w:rPr>
  </w:style>
  <w:style w:type="character" w:customStyle="1" w:styleId="CommentTextChar">
    <w:name w:val="Comment Text Char"/>
    <w:basedOn w:val="DefaultParagraphFont"/>
    <w:link w:val="CommentText"/>
    <w:uiPriority w:val="99"/>
    <w:semiHidden/>
    <w:rsid w:val="00B53400"/>
    <w:rPr>
      <w:rFonts w:cs="Calibri"/>
      <w:sz w:val="20"/>
      <w:szCs w:val="20"/>
      <w:lang w:eastAsia="en-US"/>
    </w:rPr>
  </w:style>
  <w:style w:type="paragraph" w:styleId="CommentSubject">
    <w:name w:val="annotation subject"/>
    <w:basedOn w:val="CommentText"/>
    <w:next w:val="CommentText"/>
    <w:link w:val="CommentSubjectChar"/>
    <w:uiPriority w:val="99"/>
    <w:semiHidden/>
    <w:rsid w:val="0053233D"/>
    <w:rPr>
      <w:b/>
      <w:bCs/>
    </w:rPr>
  </w:style>
  <w:style w:type="character" w:customStyle="1" w:styleId="CommentSubjectChar">
    <w:name w:val="Comment Subject Char"/>
    <w:basedOn w:val="CommentTextChar"/>
    <w:link w:val="CommentSubject"/>
    <w:uiPriority w:val="99"/>
    <w:semiHidden/>
    <w:rsid w:val="00B5340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239</Words>
  <Characters>1363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Handheld Technology</dc:title>
  <dc:subject/>
  <dc:creator>Michael</dc:creator>
  <cp:keywords/>
  <dc:description/>
  <cp:lastModifiedBy>Frank</cp:lastModifiedBy>
  <cp:revision>2</cp:revision>
  <dcterms:created xsi:type="dcterms:W3CDTF">2011-03-22T00:18:00Z</dcterms:created>
  <dcterms:modified xsi:type="dcterms:W3CDTF">2011-03-22T00:18:00Z</dcterms:modified>
</cp:coreProperties>
</file>